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0646963"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301F92">
        <w:rPr>
          <w:rStyle w:val="Strong"/>
          <w:rFonts w:asciiTheme="minorHAnsi" w:hAnsiTheme="minorHAnsi" w:cstheme="minorHAnsi"/>
          <w:lang w:val="en-GB"/>
        </w:rPr>
        <w:t>44-G00</w:t>
      </w:r>
      <w:r w:rsidR="00C22E9B">
        <w:rPr>
          <w:rStyle w:val="Strong"/>
          <w:rFonts w:asciiTheme="minorHAnsi" w:hAnsiTheme="minorHAnsi" w:cstheme="minorHAnsi"/>
          <w:lang w:val="en-GB"/>
        </w:rPr>
        <w:t>3</w:t>
      </w:r>
      <w:r w:rsidR="004F6B30">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92C3FE9"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301F92">
        <w:rPr>
          <w:rFonts w:ascii="Calibri" w:hAnsi="Calibri" w:cs="Calibri"/>
          <w:b/>
          <w:bCs/>
          <w:lang w:val="en-GB"/>
        </w:rPr>
        <w:t>Kiribati Housing Corporation</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0717F04E"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5D385A">
        <w:rPr>
          <w:rFonts w:ascii="Calibri" w:hAnsi="Calibri" w:cs="Calibri"/>
          <w:lang w:val="en-GB"/>
        </w:rPr>
        <w:t>T</w:t>
      </w:r>
      <w:r w:rsidR="005D385A" w:rsidRPr="007F3777">
        <w:rPr>
          <w:rFonts w:ascii="Calibri" w:hAnsi="Calibri" w:cs="Calibri"/>
          <w:lang w:val="en-GB"/>
        </w:rPr>
        <w: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4C583D7D" w14:textId="77777777" w:rsidR="00C22E9B" w:rsidRDefault="00C22E9B" w:rsidP="00166C12">
      <w:pPr>
        <w:rPr>
          <w:lang w:val="en-GB"/>
        </w:rPr>
      </w:pPr>
    </w:p>
    <w:p w14:paraId="415733E5" w14:textId="74A48F3B" w:rsidR="00C22E9B" w:rsidRDefault="00C22E9B" w:rsidP="00166C12">
      <w:pPr>
        <w:rPr>
          <w:lang w:val="en-GB"/>
        </w:rPr>
      </w:pPr>
      <w:r>
        <w:rPr>
          <w:lang w:val="en-GB"/>
        </w:rPr>
        <w:t>To: Secretary, Ministry of Finance and Economic Development</w:t>
      </w:r>
    </w:p>
    <w:p w14:paraId="70E2E245" w14:textId="5F5C776D" w:rsidR="00C22E9B" w:rsidRDefault="00C22E9B" w:rsidP="00166C12">
      <w:pPr>
        <w:rPr>
          <w:lang w:val="en-GB"/>
        </w:rPr>
      </w:pPr>
      <w:r>
        <w:rPr>
          <w:lang w:val="en-GB"/>
        </w:rPr>
        <w:t xml:space="preserve">       Bairiki, Tarawa</w:t>
      </w:r>
    </w:p>
    <w:p w14:paraId="371D513D" w14:textId="77777777" w:rsidR="00C22E9B" w:rsidRDefault="00C22E9B" w:rsidP="00166C12">
      <w:pPr>
        <w:rPr>
          <w:lang w:val="en-GB"/>
        </w:rPr>
      </w:pPr>
    </w:p>
    <w:p w14:paraId="7E3BCE65" w14:textId="20B9674F" w:rsidR="00C22E9B" w:rsidRDefault="00C22E9B" w:rsidP="00166C12">
      <w:pPr>
        <w:rPr>
          <w:lang w:val="en-GB"/>
        </w:rPr>
      </w:pPr>
      <w:r>
        <w:rPr>
          <w:lang w:val="en-GB"/>
        </w:rPr>
        <w:t>Attention: Central Procurement Unit</w:t>
      </w:r>
    </w:p>
    <w:p w14:paraId="045B6269" w14:textId="4E7DA2B0" w:rsidR="00C22E9B" w:rsidRPr="00B41F59" w:rsidRDefault="00C22E9B" w:rsidP="00166C12">
      <w:pPr>
        <w:rPr>
          <w:lang w:val="en-GB"/>
        </w:rPr>
      </w:pPr>
      <w:r>
        <w:rPr>
          <w:lang w:val="en-GB"/>
        </w:rPr>
        <w:t>Tender No: 44-G003-24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proofErr w:type="gramStart"/>
      <w:r w:rsidR="005F009C" w:rsidRPr="007F3777">
        <w:rPr>
          <w:rFonts w:cs="Calibri"/>
          <w:sz w:val="28"/>
          <w:szCs w:val="28"/>
          <w:lang w:eastAsia="ko-KR"/>
        </w:rPr>
        <w:t>Submitted</w:t>
      </w:r>
      <w:bookmarkEnd w:id="24"/>
      <w:proofErr w:type="gramEnd"/>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08DC9974" w14:textId="14E2849A" w:rsidR="00C22E9B" w:rsidRDefault="00C22E9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valid license</w:t>
      </w:r>
    </w:p>
    <w:p w14:paraId="67E202A4" w14:textId="160E8499" w:rsidR="00C22E9B" w:rsidRDefault="00C22E9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w:t>
      </w:r>
      <w:proofErr w:type="gramStart"/>
      <w:r>
        <w:rPr>
          <w:rFonts w:cs="Calibri"/>
          <w:sz w:val="24"/>
          <w:szCs w:val="24"/>
          <w:lang w:val="en-GB"/>
        </w:rPr>
        <w:t>clearance</w:t>
      </w:r>
      <w:proofErr w:type="gramEnd"/>
    </w:p>
    <w:p w14:paraId="4960A859" w14:textId="2E7CE6FA" w:rsidR="00C22E9B" w:rsidRPr="00032400" w:rsidRDefault="00C22E9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Business registration (local suppliers should have it certified by MTCIC. The validity for certification is 1 </w:t>
      </w:r>
      <w:proofErr w:type="gramStart"/>
      <w:r>
        <w:rPr>
          <w:rFonts w:cs="Calibri"/>
          <w:sz w:val="24"/>
          <w:szCs w:val="24"/>
          <w:lang w:val="en-GB"/>
        </w:rPr>
        <w:t>year )</w:t>
      </w:r>
      <w:proofErr w:type="gramEnd"/>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1A0898">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D19630" w14:textId="77777777" w:rsidR="001A0898" w:rsidRDefault="001A0898">
      <w:r>
        <w:separator/>
      </w:r>
    </w:p>
  </w:endnote>
  <w:endnote w:type="continuationSeparator" w:id="0">
    <w:p w14:paraId="3FE20471" w14:textId="77777777" w:rsidR="001A0898" w:rsidRDefault="001A0898">
      <w:r>
        <w:continuationSeparator/>
      </w:r>
    </w:p>
  </w:endnote>
  <w:endnote w:type="continuationNotice" w:id="1">
    <w:p w14:paraId="5ED82E01" w14:textId="77777777" w:rsidR="001A0898" w:rsidRDefault="001A0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AFE3846" w:rsidR="00133D55" w:rsidRDefault="00133D55" w:rsidP="004878F3">
    <w:pPr>
      <w:pStyle w:val="Footer"/>
    </w:pPr>
    <w:r>
      <w:fldChar w:fldCharType="begin"/>
    </w:r>
    <w:r>
      <w:instrText xml:space="preserve"> DATE \@ "yyyy-MM-dd" </w:instrText>
    </w:r>
    <w:r>
      <w:fldChar w:fldCharType="separate"/>
    </w:r>
    <w:r w:rsidR="00C22E9B">
      <w:rPr>
        <w:noProof/>
      </w:rPr>
      <w:t>2024-03-18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D16FC" w14:textId="77777777" w:rsidR="001A0898" w:rsidRDefault="001A0898">
      <w:r>
        <w:separator/>
      </w:r>
    </w:p>
  </w:footnote>
  <w:footnote w:type="continuationSeparator" w:id="0">
    <w:p w14:paraId="21CC3A0F" w14:textId="77777777" w:rsidR="001A0898" w:rsidRDefault="001A0898">
      <w:r>
        <w:continuationSeparator/>
      </w:r>
    </w:p>
  </w:footnote>
  <w:footnote w:type="continuationNotice" w:id="1">
    <w:p w14:paraId="3F25B937" w14:textId="77777777" w:rsidR="001A0898" w:rsidRDefault="001A0898"/>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F76F1" w14:textId="4999BF8B" w:rsidR="00301F92"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p w14:paraId="71B9C872" w14:textId="2BE3D858" w:rsidR="00133D55" w:rsidRPr="00141577" w:rsidRDefault="00301F92" w:rsidP="00F73C77">
    <w:pPr>
      <w:pStyle w:val="Header"/>
      <w:tabs>
        <w:tab w:val="clear" w:pos="4320"/>
        <w:tab w:val="clear" w:pos="8640"/>
        <w:tab w:val="center" w:pos="4820"/>
        <w:tab w:val="right" w:pos="9498"/>
      </w:tabs>
      <w:rPr>
        <w:rFonts w:asciiTheme="minorHAnsi" w:hAnsiTheme="minorHAnsi" w:cs="Calibri"/>
        <w:sz w:val="20"/>
      </w:rPr>
    </w:pPr>
    <w:r w:rsidRPr="00141577">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0998455">
    <w:abstractNumId w:val="1"/>
  </w:num>
  <w:num w:numId="2" w16cid:durableId="1001278578">
    <w:abstractNumId w:val="12"/>
  </w:num>
  <w:num w:numId="3" w16cid:durableId="1226185036">
    <w:abstractNumId w:val="13"/>
  </w:num>
  <w:num w:numId="4" w16cid:durableId="251089751">
    <w:abstractNumId w:val="7"/>
  </w:num>
  <w:num w:numId="5" w16cid:durableId="1155031879">
    <w:abstractNumId w:val="6"/>
  </w:num>
  <w:num w:numId="6" w16cid:durableId="357312722">
    <w:abstractNumId w:val="9"/>
  </w:num>
  <w:num w:numId="7" w16cid:durableId="680282248">
    <w:abstractNumId w:val="8"/>
  </w:num>
  <w:num w:numId="8" w16cid:durableId="1377438008">
    <w:abstractNumId w:val="11"/>
  </w:num>
  <w:num w:numId="9" w16cid:durableId="2096315520">
    <w:abstractNumId w:val="0"/>
  </w:num>
  <w:num w:numId="10" w16cid:durableId="2130973100">
    <w:abstractNumId w:val="10"/>
  </w:num>
  <w:num w:numId="11" w16cid:durableId="1711029428">
    <w:abstractNumId w:val="4"/>
  </w:num>
  <w:num w:numId="12" w16cid:durableId="1885483064">
    <w:abstractNumId w:val="3"/>
  </w:num>
  <w:num w:numId="13" w16cid:durableId="1516722740">
    <w:abstractNumId w:val="5"/>
  </w:num>
  <w:num w:numId="14" w16cid:durableId="38949816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0898"/>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161"/>
    <w:rsid w:val="002D645D"/>
    <w:rsid w:val="002E09FB"/>
    <w:rsid w:val="002E16C8"/>
    <w:rsid w:val="002E2EB1"/>
    <w:rsid w:val="002E302D"/>
    <w:rsid w:val="002E3763"/>
    <w:rsid w:val="002E3B22"/>
    <w:rsid w:val="002E43E9"/>
    <w:rsid w:val="002E4B33"/>
    <w:rsid w:val="002E56DE"/>
    <w:rsid w:val="002E572C"/>
    <w:rsid w:val="002E5D6F"/>
    <w:rsid w:val="002E6547"/>
    <w:rsid w:val="002E7242"/>
    <w:rsid w:val="002F1B17"/>
    <w:rsid w:val="002F2853"/>
    <w:rsid w:val="002F292D"/>
    <w:rsid w:val="002F519F"/>
    <w:rsid w:val="002F58E8"/>
    <w:rsid w:val="002F7444"/>
    <w:rsid w:val="00300E28"/>
    <w:rsid w:val="00301F92"/>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6494"/>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6B30"/>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85A"/>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419F"/>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29E"/>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9B"/>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2BD8DE-CAA5-40EE-A30A-7EEE7398AF84}">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17</TotalTime>
  <Pages>7</Pages>
  <Words>1803</Words>
  <Characters>10278</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12057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9</cp:revision>
  <cp:lastPrinted>2013-10-18T08:32:00Z</cp:lastPrinted>
  <dcterms:created xsi:type="dcterms:W3CDTF">2020-12-01T12:58:00Z</dcterms:created>
  <dcterms:modified xsi:type="dcterms:W3CDTF">2024-03-17T22:28:00Z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